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210" w:rsidRDefault="00A84210"/>
    <w:p w:rsidR="00A84210" w:rsidRPr="00081D4D" w:rsidRDefault="00A84210" w:rsidP="00B45AB4">
      <w:pPr>
        <w:spacing w:after="648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46.5pt" fillcolor="window">
            <v:imagedata r:id="rId5" o:title=""/>
          </v:shape>
        </w:pict>
      </w:r>
      <w:r>
        <w:t xml:space="preserve">                                                 </w:t>
      </w:r>
    </w:p>
    <w:p w:rsidR="00A84210" w:rsidRDefault="00A84210" w:rsidP="00B45AB4">
      <w:pPr>
        <w:jc w:val="center"/>
        <w:rPr>
          <w:b/>
          <w:bCs/>
          <w:u w:val="double"/>
        </w:rPr>
      </w:pPr>
      <w:r>
        <w:rPr>
          <w:b/>
          <w:lang w:val="en-US"/>
        </w:rPr>
        <w:t>C</w:t>
      </w:r>
      <w:r>
        <w:rPr>
          <w:b/>
        </w:rPr>
        <w:t>ОВЕТ ДЕПУТАТОВ ЧАРКОВСКОГО СЕЛЬСОВЕТА</w:t>
      </w:r>
    </w:p>
    <w:p w:rsidR="00A84210" w:rsidRDefault="00A84210" w:rsidP="00B45AB4">
      <w:pPr>
        <w:pStyle w:val="ConsPlusTitle"/>
        <w:widowControl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A84210" w:rsidRDefault="00A84210" w:rsidP="00B45AB4">
      <w:pPr>
        <w:pStyle w:val="ConsPlusTitle"/>
        <w:widowControl/>
        <w:tabs>
          <w:tab w:val="center" w:pos="4677"/>
          <w:tab w:val="left" w:pos="7500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A84210" w:rsidRDefault="00A84210" w:rsidP="00B45AB4">
      <w:pPr>
        <w:ind w:firstLine="0"/>
        <w:rPr>
          <w:b/>
          <w:sz w:val="24"/>
          <w:szCs w:val="24"/>
        </w:rPr>
      </w:pPr>
    </w:p>
    <w:p w:rsidR="00A84210" w:rsidRDefault="00A84210" w:rsidP="00B45AB4">
      <w:pPr>
        <w:jc w:val="center"/>
        <w:rPr>
          <w:b/>
          <w:sz w:val="24"/>
          <w:szCs w:val="24"/>
        </w:rPr>
      </w:pPr>
    </w:p>
    <w:p w:rsidR="00A84210" w:rsidRDefault="00A84210" w:rsidP="00B45AB4">
      <w:pPr>
        <w:jc w:val="center"/>
        <w:rPr>
          <w:b/>
          <w:sz w:val="24"/>
          <w:szCs w:val="24"/>
        </w:rPr>
      </w:pPr>
    </w:p>
    <w:p w:rsidR="00A84210" w:rsidRDefault="00A84210" w:rsidP="00EB5D4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РЕШЕНИЕ</w:t>
      </w:r>
    </w:p>
    <w:p w:rsidR="00A84210" w:rsidRDefault="00A84210" w:rsidP="0076632A">
      <w:pPr>
        <w:rPr>
          <w:sz w:val="24"/>
          <w:szCs w:val="24"/>
        </w:rPr>
      </w:pPr>
    </w:p>
    <w:p w:rsidR="00A84210" w:rsidRDefault="00A84210" w:rsidP="00EB5D42">
      <w:pPr>
        <w:ind w:firstLine="0"/>
        <w:rPr>
          <w:sz w:val="24"/>
          <w:szCs w:val="24"/>
        </w:rPr>
      </w:pPr>
      <w:r>
        <w:rPr>
          <w:sz w:val="24"/>
          <w:szCs w:val="24"/>
        </w:rPr>
        <w:t>от 28.02.2013г.                                              аал Чарков                                             № 6</w:t>
      </w:r>
    </w:p>
    <w:p w:rsidR="00A84210" w:rsidRDefault="00A84210" w:rsidP="0076632A">
      <w:pPr>
        <w:rPr>
          <w:sz w:val="24"/>
          <w:szCs w:val="24"/>
        </w:rPr>
      </w:pPr>
    </w:p>
    <w:p w:rsidR="00A84210" w:rsidRDefault="00A84210" w:rsidP="0076632A">
      <w:pPr>
        <w:rPr>
          <w:sz w:val="24"/>
          <w:szCs w:val="24"/>
        </w:rPr>
      </w:pPr>
    </w:p>
    <w:p w:rsidR="00A84210" w:rsidRDefault="00A84210" w:rsidP="0076632A">
      <w:pPr>
        <w:rPr>
          <w:sz w:val="24"/>
          <w:szCs w:val="24"/>
        </w:rPr>
      </w:pPr>
    </w:p>
    <w:p w:rsidR="00A84210" w:rsidRDefault="00A84210" w:rsidP="0076632A">
      <w:pPr>
        <w:rPr>
          <w:sz w:val="24"/>
          <w:szCs w:val="24"/>
        </w:rPr>
      </w:pPr>
    </w:p>
    <w:p w:rsidR="00A84210" w:rsidRDefault="00A84210" w:rsidP="0076632A">
      <w:pPr>
        <w:rPr>
          <w:b/>
          <w:sz w:val="24"/>
          <w:szCs w:val="24"/>
        </w:rPr>
      </w:pPr>
      <w:r>
        <w:rPr>
          <w:b/>
          <w:sz w:val="24"/>
          <w:szCs w:val="24"/>
        </w:rPr>
        <w:t>О корректировке Комплексной программы социально-экономического развития муниципального образования Чарковский сельсовет на 2012-2016 годы.</w:t>
      </w:r>
    </w:p>
    <w:p w:rsidR="00A84210" w:rsidRDefault="00A84210" w:rsidP="0076632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A84210" w:rsidRDefault="00A84210" w:rsidP="00212855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Уставом муниципального образования Чарковский сельсовет, Совет </w:t>
      </w:r>
    </w:p>
    <w:p w:rsidR="00A84210" w:rsidRDefault="00A84210" w:rsidP="00212855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Чарковского сельсовета </w:t>
      </w:r>
    </w:p>
    <w:p w:rsidR="00A84210" w:rsidRDefault="00A84210" w:rsidP="00212855">
      <w:pPr>
        <w:ind w:firstLine="0"/>
        <w:rPr>
          <w:b/>
          <w:sz w:val="24"/>
          <w:szCs w:val="24"/>
        </w:rPr>
      </w:pPr>
    </w:p>
    <w:p w:rsidR="00A84210" w:rsidRDefault="00A84210" w:rsidP="00212855">
      <w:pPr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РЕШИЛ:</w:t>
      </w:r>
    </w:p>
    <w:p w:rsidR="00A84210" w:rsidRPr="00BC2D05" w:rsidRDefault="00A84210" w:rsidP="00212855">
      <w:pPr>
        <w:ind w:firstLine="0"/>
        <w:rPr>
          <w:sz w:val="24"/>
          <w:szCs w:val="24"/>
        </w:rPr>
      </w:pPr>
      <w:r>
        <w:rPr>
          <w:sz w:val="24"/>
          <w:szCs w:val="24"/>
        </w:rPr>
        <w:t>Внести в решение Совета депутатов муниципального образования Чарковский сельсовет №65 от 23.12.2011 г. «Об утверждении комплексной программы социально-экономического развития муниципального образования Чарковский сельсовет на 2012-2016 годы» следующее изменение</w:t>
      </w:r>
      <w:bookmarkStart w:id="0" w:name="_GoBack"/>
      <w:bookmarkEnd w:id="0"/>
      <w:r>
        <w:rPr>
          <w:sz w:val="24"/>
          <w:szCs w:val="24"/>
        </w:rPr>
        <w:t>:</w:t>
      </w:r>
    </w:p>
    <w:p w:rsidR="00A84210" w:rsidRDefault="00A84210" w:rsidP="00212855">
      <w:pPr>
        <w:ind w:firstLine="0"/>
        <w:rPr>
          <w:b/>
          <w:sz w:val="24"/>
          <w:szCs w:val="24"/>
        </w:rPr>
      </w:pPr>
    </w:p>
    <w:p w:rsidR="00A84210" w:rsidRDefault="00A84210" w:rsidP="0021285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Паспорт КПСЭР МО Чарковский сельсовет на 2012-2016 годы изложить в редакции согласно приложению №1 к настоящему решению.</w:t>
      </w:r>
    </w:p>
    <w:p w:rsidR="00A84210" w:rsidRDefault="00A84210" w:rsidP="0021285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Раздел №5 «Ресурсное обеспечение программы. Потребность в финансировании программы по источникам» Комплексной программы социально-экономического развития муниципального образования Чарковский сельсовет на 2012-2016 годы изложить в редакции согласно приложению №2 к настоящему решению.</w:t>
      </w:r>
    </w:p>
    <w:p w:rsidR="00A84210" w:rsidRDefault="00A84210" w:rsidP="0021285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Приложение №1 к Комплексной программе социально-экономического развития муниципального образования Чарковский сельсовет на 2012-2016 годы изложить в редакции согласно приложению №3 к настоящему решению.</w:t>
      </w:r>
    </w:p>
    <w:p w:rsidR="00A84210" w:rsidRDefault="00A84210" w:rsidP="0021285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Направить данное решение для подписания и обнародования главе  Чарковского сельсовета.</w:t>
      </w:r>
    </w:p>
    <w:p w:rsidR="00A84210" w:rsidRDefault="00A84210" w:rsidP="00BC2D05">
      <w:pPr>
        <w:pStyle w:val="ListParagraph"/>
        <w:ind w:firstLine="0"/>
        <w:rPr>
          <w:sz w:val="24"/>
          <w:szCs w:val="24"/>
        </w:rPr>
      </w:pPr>
    </w:p>
    <w:p w:rsidR="00A84210" w:rsidRDefault="00A84210" w:rsidP="00BC2D05">
      <w:pPr>
        <w:pStyle w:val="ListParagraph"/>
        <w:ind w:firstLine="0"/>
        <w:rPr>
          <w:sz w:val="24"/>
          <w:szCs w:val="24"/>
        </w:rPr>
      </w:pPr>
    </w:p>
    <w:p w:rsidR="00A84210" w:rsidRDefault="00A84210" w:rsidP="00BC2D05">
      <w:pPr>
        <w:pStyle w:val="ListParagraph"/>
        <w:ind w:firstLine="0"/>
        <w:rPr>
          <w:sz w:val="24"/>
          <w:szCs w:val="24"/>
        </w:rPr>
      </w:pPr>
    </w:p>
    <w:p w:rsidR="00A84210" w:rsidRDefault="00A84210" w:rsidP="00BC2D05">
      <w:pPr>
        <w:pStyle w:val="ListParagraph"/>
        <w:ind w:firstLine="0"/>
        <w:rPr>
          <w:sz w:val="24"/>
          <w:szCs w:val="24"/>
        </w:rPr>
      </w:pPr>
    </w:p>
    <w:p w:rsidR="00A84210" w:rsidRDefault="00A84210" w:rsidP="00BC2D05">
      <w:pPr>
        <w:pStyle w:val="ListParagraph"/>
        <w:ind w:firstLine="0"/>
        <w:rPr>
          <w:sz w:val="24"/>
          <w:szCs w:val="24"/>
        </w:rPr>
      </w:pPr>
    </w:p>
    <w:p w:rsidR="00A84210" w:rsidRDefault="00A84210" w:rsidP="00BC2D05">
      <w:pPr>
        <w:ind w:firstLine="0"/>
        <w:rPr>
          <w:sz w:val="24"/>
          <w:szCs w:val="24"/>
        </w:rPr>
      </w:pPr>
      <w:r w:rsidRPr="00BC2D05">
        <w:rPr>
          <w:sz w:val="24"/>
          <w:szCs w:val="24"/>
        </w:rPr>
        <w:t>Глава  Чарковск</w:t>
      </w:r>
      <w:r>
        <w:rPr>
          <w:sz w:val="24"/>
          <w:szCs w:val="24"/>
        </w:rPr>
        <w:t>ого</w:t>
      </w:r>
      <w:r w:rsidRPr="00BC2D05">
        <w:rPr>
          <w:sz w:val="24"/>
          <w:szCs w:val="24"/>
        </w:rPr>
        <w:t xml:space="preserve"> сельсовет</w:t>
      </w:r>
      <w:r>
        <w:rPr>
          <w:sz w:val="24"/>
          <w:szCs w:val="24"/>
        </w:rPr>
        <w:t>а</w:t>
      </w:r>
      <w:r w:rsidRPr="00BC2D05">
        <w:rPr>
          <w:sz w:val="24"/>
          <w:szCs w:val="24"/>
        </w:rPr>
        <w:t xml:space="preserve">                                                                                 С.В.Атанаев</w:t>
      </w:r>
    </w:p>
    <w:p w:rsidR="00A84210" w:rsidRPr="008C6BFE" w:rsidRDefault="00A84210" w:rsidP="008C6BFE">
      <w:pPr>
        <w:rPr>
          <w:sz w:val="24"/>
          <w:szCs w:val="24"/>
        </w:rPr>
      </w:pPr>
    </w:p>
    <w:p w:rsidR="00A84210" w:rsidRPr="008C6BFE" w:rsidRDefault="00A84210" w:rsidP="008C6BFE">
      <w:pPr>
        <w:rPr>
          <w:sz w:val="24"/>
          <w:szCs w:val="24"/>
        </w:rPr>
      </w:pPr>
    </w:p>
    <w:p w:rsidR="00A84210" w:rsidRPr="008C6BFE" w:rsidRDefault="00A84210" w:rsidP="008C6BFE">
      <w:pPr>
        <w:rPr>
          <w:sz w:val="24"/>
          <w:szCs w:val="24"/>
        </w:rPr>
      </w:pPr>
    </w:p>
    <w:p w:rsidR="00A84210" w:rsidRPr="008C6BFE" w:rsidRDefault="00A84210" w:rsidP="008C6BFE">
      <w:pPr>
        <w:rPr>
          <w:sz w:val="24"/>
          <w:szCs w:val="24"/>
        </w:rPr>
      </w:pPr>
    </w:p>
    <w:sectPr w:rsidR="00A84210" w:rsidRPr="008C6BFE" w:rsidSect="00B45AB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2AD0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DA6DF0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8C675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962E2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06C85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64610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38819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40ED8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B666D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95434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E294AF3"/>
    <w:multiLevelType w:val="hybridMultilevel"/>
    <w:tmpl w:val="4684C6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632A"/>
    <w:rsid w:val="000206E1"/>
    <w:rsid w:val="00034539"/>
    <w:rsid w:val="00066F3D"/>
    <w:rsid w:val="00081D4D"/>
    <w:rsid w:val="000B4D53"/>
    <w:rsid w:val="00111FC9"/>
    <w:rsid w:val="0014296D"/>
    <w:rsid w:val="0018731E"/>
    <w:rsid w:val="00190B21"/>
    <w:rsid w:val="001A1D38"/>
    <w:rsid w:val="001B7BCD"/>
    <w:rsid w:val="00212855"/>
    <w:rsid w:val="00281281"/>
    <w:rsid w:val="002848E7"/>
    <w:rsid w:val="003351EC"/>
    <w:rsid w:val="00360528"/>
    <w:rsid w:val="003B559E"/>
    <w:rsid w:val="004262CA"/>
    <w:rsid w:val="004921CC"/>
    <w:rsid w:val="004E0608"/>
    <w:rsid w:val="0059519F"/>
    <w:rsid w:val="00646CA5"/>
    <w:rsid w:val="0066664D"/>
    <w:rsid w:val="006A33C1"/>
    <w:rsid w:val="00742C7B"/>
    <w:rsid w:val="0076632A"/>
    <w:rsid w:val="007700F6"/>
    <w:rsid w:val="007920CA"/>
    <w:rsid w:val="007E5954"/>
    <w:rsid w:val="00854058"/>
    <w:rsid w:val="008C6BFE"/>
    <w:rsid w:val="008D1CAD"/>
    <w:rsid w:val="009A238B"/>
    <w:rsid w:val="009A5230"/>
    <w:rsid w:val="00A153CE"/>
    <w:rsid w:val="00A84210"/>
    <w:rsid w:val="00A905C5"/>
    <w:rsid w:val="00AC4DB8"/>
    <w:rsid w:val="00AD387F"/>
    <w:rsid w:val="00B17703"/>
    <w:rsid w:val="00B244DB"/>
    <w:rsid w:val="00B45AB4"/>
    <w:rsid w:val="00BC2D05"/>
    <w:rsid w:val="00C22EFA"/>
    <w:rsid w:val="00C5159C"/>
    <w:rsid w:val="00CF2B9F"/>
    <w:rsid w:val="00D017C9"/>
    <w:rsid w:val="00D1702C"/>
    <w:rsid w:val="00D90785"/>
    <w:rsid w:val="00E30E78"/>
    <w:rsid w:val="00EA5ACB"/>
    <w:rsid w:val="00EB5D42"/>
    <w:rsid w:val="00F12837"/>
    <w:rsid w:val="00F86B27"/>
    <w:rsid w:val="00F93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3C1"/>
    <w:pPr>
      <w:ind w:firstLine="709"/>
    </w:pPr>
    <w:rPr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12855"/>
    <w:pPr>
      <w:ind w:left="720"/>
      <w:contextualSpacing/>
    </w:pPr>
  </w:style>
  <w:style w:type="paragraph" w:customStyle="1" w:styleId="ConsPlusTitle">
    <w:name w:val="ConsPlusTitle"/>
    <w:uiPriority w:val="99"/>
    <w:rsid w:val="00B45AB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884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149</TotalTime>
  <Pages>2</Pages>
  <Words>237</Words>
  <Characters>1351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666</dc:creator>
  <cp:keywords/>
  <dc:description/>
  <cp:lastModifiedBy>Чарки</cp:lastModifiedBy>
  <cp:revision>9</cp:revision>
  <cp:lastPrinted>2012-06-27T03:40:00Z</cp:lastPrinted>
  <dcterms:created xsi:type="dcterms:W3CDTF">2012-05-30T01:49:00Z</dcterms:created>
  <dcterms:modified xsi:type="dcterms:W3CDTF">2013-03-04T02:13:00Z</dcterms:modified>
</cp:coreProperties>
</file>